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</w:t>
      </w:r>
      <w:r w:rsidR="00392051">
        <w:rPr>
          <w:rFonts w:ascii="Times New Roman" w:eastAsia="MS Mincho" w:hAnsi="Times New Roman" w:cs="Times New Roman"/>
          <w:sz w:val="24"/>
          <w:szCs w:val="24"/>
        </w:rPr>
        <w:t>1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1738F5">
        <w:rPr>
          <w:rFonts w:ascii="Times New Roman" w:eastAsia="MS Mincho" w:hAnsi="Times New Roman" w:cs="Times New Roman"/>
          <w:sz w:val="24"/>
          <w:szCs w:val="24"/>
        </w:rPr>
        <w:t>1</w:t>
      </w:r>
      <w:r w:rsidR="00392051">
        <w:rPr>
          <w:rFonts w:ascii="Times New Roman" w:eastAsia="MS Mincho" w:hAnsi="Times New Roman" w:cs="Times New Roman"/>
          <w:sz w:val="24"/>
          <w:szCs w:val="24"/>
        </w:rPr>
        <w:t>1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proofErr w:type="spellStart"/>
      <w:r w:rsidR="001738F5">
        <w:rPr>
          <w:b/>
        </w:rPr>
        <w:t>R</w:t>
      </w:r>
      <w:r w:rsidR="00392051">
        <w:rPr>
          <w:b/>
        </w:rPr>
        <w:t>uusa</w:t>
      </w:r>
      <w:proofErr w:type="spellEnd"/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proofErr w:type="spellStart"/>
      <w:r w:rsidR="001738F5">
        <w:rPr>
          <w:rFonts w:ascii="Times New Roman" w:eastAsia="MS Mincho" w:hAnsi="Times New Roman" w:cs="Times New Roman"/>
          <w:b/>
          <w:sz w:val="24"/>
          <w:szCs w:val="24"/>
        </w:rPr>
        <w:t>R</w:t>
      </w:r>
      <w:r w:rsidR="00392051">
        <w:rPr>
          <w:rFonts w:ascii="Times New Roman" w:eastAsia="MS Mincho" w:hAnsi="Times New Roman" w:cs="Times New Roman"/>
          <w:b/>
          <w:sz w:val="24"/>
          <w:szCs w:val="24"/>
        </w:rPr>
        <w:t>uusa</w:t>
      </w:r>
      <w:proofErr w:type="spellEnd"/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47091C">
      <w:pPr>
        <w:pStyle w:val="Default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proofErr w:type="spellStart"/>
      <w:r w:rsidR="00392051">
        <w:t>Ruusa</w:t>
      </w:r>
      <w:proofErr w:type="spellEnd"/>
      <w:r w:rsidR="00392051">
        <w:t xml:space="preserve"> jahtkonna esimees </w:t>
      </w:r>
      <w:r w:rsidR="00392051">
        <w:t xml:space="preserve">Margus </w:t>
      </w:r>
      <w:proofErr w:type="spellStart"/>
      <w:r w:rsidR="00392051">
        <w:t>Zupsmann</w:t>
      </w:r>
      <w:proofErr w:type="spellEnd"/>
      <w:r w:rsidR="00392051">
        <w:t xml:space="preserve">, e-post </w:t>
      </w:r>
      <w:hyperlink r:id="rId9" w:history="1">
        <w:r w:rsidR="00392051" w:rsidRPr="008C01D9">
          <w:rPr>
            <w:rStyle w:val="Hyperlink"/>
          </w:rPr>
          <w:t>margus.zupsmann@haudamae.ee</w:t>
        </w:r>
      </w:hyperlink>
      <w:r w:rsidR="00392051">
        <w:t xml:space="preserve">, tel. </w:t>
      </w:r>
      <w:r w:rsidR="00392051" w:rsidRPr="00392051">
        <w:t>514</w:t>
      </w:r>
      <w:r w:rsidR="00392051">
        <w:t xml:space="preserve"> </w:t>
      </w:r>
      <w:r w:rsidR="00392051" w:rsidRPr="00392051">
        <w:t>5</w:t>
      </w:r>
      <w:bookmarkStart w:id="0" w:name="_GoBack"/>
      <w:bookmarkEnd w:id="0"/>
      <w:r w:rsidR="00392051" w:rsidRPr="00392051">
        <w:t>435</w:t>
      </w:r>
      <w:r w:rsidR="007C4C5A">
        <w:rPr>
          <w:rFonts w:eastAsia="MS Mincho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9F9" w:rsidRDefault="006779F9">
      <w:r>
        <w:separator/>
      </w:r>
    </w:p>
  </w:endnote>
  <w:endnote w:type="continuationSeparator" w:id="0">
    <w:p w:rsidR="006779F9" w:rsidRDefault="006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9F9" w:rsidRDefault="006779F9">
      <w:r>
        <w:separator/>
      </w:r>
    </w:p>
  </w:footnote>
  <w:footnote w:type="continuationSeparator" w:id="0">
    <w:p w:rsidR="006779F9" w:rsidRDefault="006779F9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738F5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2051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091C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779F9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C5A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70320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624A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239B"/>
    <w:rsid w:val="00D82688"/>
    <w:rsid w:val="00D9123B"/>
    <w:rsid w:val="00DC7FE5"/>
    <w:rsid w:val="00DE1286"/>
    <w:rsid w:val="00DE6817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  <w:style w:type="paragraph" w:customStyle="1" w:styleId="Default">
    <w:name w:val="Default"/>
    <w:rsid w:val="0047091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gus.zupsmann@haudamae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D6EAC-70F4-4E61-B1AD-D2096B99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0</TotalTime>
  <Pages>4</Pages>
  <Words>1830</Words>
  <Characters>10614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2</cp:revision>
  <cp:lastPrinted>2017-03-21T13:38:00Z</cp:lastPrinted>
  <dcterms:created xsi:type="dcterms:W3CDTF">2017-09-22T11:12:00Z</dcterms:created>
  <dcterms:modified xsi:type="dcterms:W3CDTF">2017-09-22T11:12:00Z</dcterms:modified>
</cp:coreProperties>
</file>